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59201F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11492E">
        <w:rPr>
          <w:b/>
          <w:color w:val="FF5200" w:themeColor="accent2"/>
          <w:sz w:val="36"/>
          <w:szCs w:val="36"/>
        </w:rPr>
        <w:t>nabídky</w:t>
      </w:r>
      <w:r w:rsidR="0031280B" w:rsidRPr="0011492E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9E5E77" w:rsidRPr="0011492E">
        <w:rPr>
          <w:b/>
          <w:color w:val="FF5200" w:themeColor="accent2"/>
          <w:sz w:val="36"/>
          <w:szCs w:val="36"/>
        </w:rPr>
        <w:t>Podpora Oracle prostředí</w:t>
      </w:r>
      <w:r w:rsidR="0031280B" w:rsidRPr="0011492E">
        <w:rPr>
          <w:b/>
          <w:color w:val="FF5200" w:themeColor="accent2"/>
          <w:sz w:val="36"/>
          <w:szCs w:val="36"/>
        </w:rPr>
        <w:t>“</w:t>
      </w:r>
      <w:r w:rsidR="000128D4" w:rsidRPr="0011492E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1492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11492E" w:rsidRPr="0011492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84800/2025-SŽ-GŘ-O25</w:t>
      </w:r>
      <w:r w:rsidR="000128D4" w:rsidRPr="0011492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2F660EF" w14:textId="7ECD464E" w:rsidR="005737C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9015249" w:history="1">
            <w:r w:rsidR="005737CF" w:rsidRPr="001F5F72">
              <w:rPr>
                <w:rStyle w:val="Hypertextovodkaz"/>
                <w:noProof/>
              </w:rPr>
              <w:t>Kapitola 1.</w:t>
            </w:r>
            <w:r w:rsidR="005737C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737CF" w:rsidRPr="001F5F72">
              <w:rPr>
                <w:rStyle w:val="Hypertextovodkaz"/>
                <w:noProof/>
              </w:rPr>
              <w:t>Základní údaje k nabídce</w:t>
            </w:r>
            <w:r w:rsidR="005737CF">
              <w:rPr>
                <w:noProof/>
                <w:webHidden/>
              </w:rPr>
              <w:tab/>
            </w:r>
            <w:r w:rsidR="005737CF">
              <w:rPr>
                <w:noProof/>
                <w:webHidden/>
              </w:rPr>
              <w:fldChar w:fldCharType="begin"/>
            </w:r>
            <w:r w:rsidR="005737CF">
              <w:rPr>
                <w:noProof/>
                <w:webHidden/>
              </w:rPr>
              <w:instrText xml:space="preserve"> PAGEREF _Toc209015249 \h </w:instrText>
            </w:r>
            <w:r w:rsidR="005737CF">
              <w:rPr>
                <w:noProof/>
                <w:webHidden/>
              </w:rPr>
            </w:r>
            <w:r w:rsidR="005737CF">
              <w:rPr>
                <w:noProof/>
                <w:webHidden/>
              </w:rPr>
              <w:fldChar w:fldCharType="separate"/>
            </w:r>
            <w:r w:rsidR="005737CF">
              <w:rPr>
                <w:noProof/>
                <w:webHidden/>
              </w:rPr>
              <w:t>2</w:t>
            </w:r>
            <w:r w:rsidR="005737CF">
              <w:rPr>
                <w:noProof/>
                <w:webHidden/>
              </w:rPr>
              <w:fldChar w:fldCharType="end"/>
            </w:r>
          </w:hyperlink>
        </w:p>
        <w:p w14:paraId="10F15C49" w14:textId="70280780" w:rsidR="005737CF" w:rsidRDefault="005737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15250" w:history="1">
            <w:r w:rsidRPr="001F5F72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F5F72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_Toc209015250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6E1D7C" w14:textId="12D7999F" w:rsidR="005737CF" w:rsidRDefault="005737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15251" w:history="1">
            <w:r w:rsidRPr="001F5F72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F5F72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_Toc209015251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6DE408" w14:textId="00E64A3E" w:rsidR="005737CF" w:rsidRDefault="005737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15252" w:history="1">
            <w:r w:rsidRPr="001F5F72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F5F72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_Toc209015252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1D369" w14:textId="2507F37C" w:rsidR="005737CF" w:rsidRDefault="005737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15253" w:history="1">
            <w:r w:rsidRPr="001F5F72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F5F72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_Toc209015253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A82814" w14:textId="5D6074E9" w:rsidR="005737CF" w:rsidRDefault="005737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15254" w:history="1">
            <w:r w:rsidRPr="001F5F72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F5F72">
              <w:rPr>
                <w:rStyle w:val="Hypertextovodkaz"/>
                <w:noProof/>
              </w:rPr>
              <w:t>Čestné</w:t>
            </w:r>
            <w:r w:rsidRPr="001F5F7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_Toc209015254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16654D" w14:textId="24865381" w:rsidR="005737CF" w:rsidRDefault="005737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15255" w:history="1">
            <w:r w:rsidRPr="001F5F72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F5F72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_Toc209015255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39133C" w14:textId="02340E86" w:rsidR="005737CF" w:rsidRDefault="005737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15256" w:history="1">
            <w:r w:rsidRPr="001F5F72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F5F72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_Toc209015256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7A3E3F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901524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8A9D65C" w:rsidR="00A93A74" w:rsidRDefault="00A93A74" w:rsidP="00A134A1">
      <w:pPr>
        <w:spacing w:before="360"/>
      </w:pPr>
      <w:r>
        <w:t xml:space="preserve">Účastník prohlašuje, že veškeré </w:t>
      </w:r>
      <w:r w:rsidRPr="009E5E77">
        <w:t xml:space="preserve">údaje uvedené v tomto krycím listu, který je přílohou č. </w:t>
      </w:r>
      <w:r w:rsidR="00B87D91" w:rsidRPr="009E5E77">
        <w:t xml:space="preserve">1 </w:t>
      </w:r>
      <w:r w:rsidRPr="009E5E77">
        <w:t>Výzvy k podání nabíd</w:t>
      </w:r>
      <w:r w:rsidR="004C76E9" w:rsidRPr="009E5E77">
        <w:t>ky</w:t>
      </w:r>
      <w:r w:rsidRPr="009E5E77">
        <w:t xml:space="preserve"> na veřejnou zakázku zadávanou</w:t>
      </w:r>
      <w:r w:rsidR="004C76E9" w:rsidRPr="009E5E77">
        <w:t xml:space="preserve"> jako </w:t>
      </w:r>
      <w:r w:rsidR="000128D4" w:rsidRPr="009E5E77">
        <w:rPr>
          <w:rFonts w:eastAsia="Times New Roman" w:cs="Times New Roman"/>
          <w:lang w:eastAsia="cs-CZ"/>
        </w:rPr>
        <w:t>podlimitní sektorovou veřejnou zakázku rozsahu</w:t>
      </w:r>
      <w:r w:rsidRPr="009E5E77">
        <w:t>, jsou pravdivé</w:t>
      </w:r>
      <w:r w:rsidR="009771C9" w:rsidRPr="009E5E77">
        <w:t>, úplné a odpovídají skutečnosti</w:t>
      </w:r>
      <w:r w:rsidRPr="009E5E77">
        <w:t xml:space="preserve">. Účastník si je vědom důsledků záměrného uvedení nepravdivých údajů, které v rovině tohoto </w:t>
      </w:r>
      <w:r w:rsidR="00626DB3" w:rsidRPr="009E5E77">
        <w:t xml:space="preserve">výběrového </w:t>
      </w:r>
      <w:r w:rsidRPr="009E5E77">
        <w:t xml:space="preserve">řízení </w:t>
      </w:r>
      <w:r w:rsidR="009771C9" w:rsidRPr="009E5E77">
        <w:t>mohou vést až k</w:t>
      </w:r>
      <w:r w:rsidRPr="009E5E77">
        <w:t xml:space="preserve"> vyloučení Účastníka z </w:t>
      </w:r>
      <w:r w:rsidR="00626DB3" w:rsidRPr="009E5E77">
        <w:t xml:space="preserve">výběrového </w:t>
      </w:r>
      <w:r w:rsidRPr="009E5E77"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737C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737C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9E5E77" w:rsidRDefault="00B66A3E" w:rsidP="00471B29">
      <w:pPr>
        <w:pStyle w:val="Nadpis2"/>
      </w:pPr>
      <w:bookmarkStart w:id="1" w:name="_Toc209015250"/>
      <w:r w:rsidRPr="009E5E77">
        <w:lastRenderedPageBreak/>
        <w:t>Ceník</w:t>
      </w:r>
      <w:bookmarkEnd w:id="1"/>
    </w:p>
    <w:p w14:paraId="3E5E9B0F" w14:textId="11B91FD7" w:rsidR="007E5951" w:rsidRPr="002072A0" w:rsidRDefault="002072A0" w:rsidP="007E5951">
      <w:pPr>
        <w:rPr>
          <w:rStyle w:val="Siln"/>
          <w:b w:val="0"/>
          <w:bCs w:val="0"/>
        </w:rPr>
      </w:pPr>
      <w:r w:rsidRPr="009E5E77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E5E77">
        <w:rPr>
          <w:rStyle w:val="Siln"/>
          <w:b w:val="0"/>
          <w:bCs w:val="0"/>
        </w:rPr>
        <w:t>2</w:t>
      </w:r>
      <w:r w:rsidRPr="009E5E77">
        <w:rPr>
          <w:rStyle w:val="Siln"/>
          <w:b w:val="0"/>
          <w:bCs w:val="0"/>
        </w:rPr>
        <w:t xml:space="preserve"> </w:t>
      </w:r>
      <w:r w:rsidRPr="009E5E77">
        <w:rPr>
          <w:rStyle w:val="Siln"/>
          <w:b w:val="0"/>
          <w:bCs w:val="0"/>
          <w:i/>
          <w:iCs/>
        </w:rPr>
        <w:t>Závazného vzoru smlouvy</w:t>
      </w:r>
      <w:r w:rsidR="009E5E77" w:rsidRPr="009E5E77">
        <w:rPr>
          <w:rStyle w:val="Siln"/>
          <w:b w:val="0"/>
          <w:bCs w:val="0"/>
          <w:i/>
          <w:iCs/>
        </w:rPr>
        <w:t>, který je přílohou č. 3</w:t>
      </w:r>
      <w:r w:rsidRPr="009E5E77">
        <w:rPr>
          <w:rStyle w:val="Siln"/>
          <w:b w:val="0"/>
          <w:bCs w:val="0"/>
        </w:rPr>
        <w:t xml:space="preserve"> Výzvy k</w:t>
      </w:r>
      <w:r w:rsidRPr="002072A0">
        <w:rPr>
          <w:rStyle w:val="Siln"/>
          <w:b w:val="0"/>
          <w:bCs w:val="0"/>
        </w:rPr>
        <w:t>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901525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901525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901525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901525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9015255"/>
      <w:r w:rsidRPr="00E85D44">
        <w:t>Čestné prohlášení o splnění technické kvalifikace</w:t>
      </w:r>
      <w:bookmarkEnd w:id="6"/>
    </w:p>
    <w:p w14:paraId="71002640" w14:textId="7DD9AE12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9E5E77">
        <w:rPr>
          <w:lang w:eastAsia="cs-CZ"/>
        </w:rPr>
        <w:t>nabídku, tímto čestně prohlašuje, že za poslední</w:t>
      </w:r>
      <w:r w:rsidR="00E950D8">
        <w:rPr>
          <w:lang w:eastAsia="cs-CZ"/>
        </w:rPr>
        <w:t>ch</w:t>
      </w:r>
      <w:r w:rsidR="00E85D44" w:rsidRPr="009E5E77">
        <w:rPr>
          <w:lang w:eastAsia="cs-CZ"/>
        </w:rPr>
        <w:t xml:space="preserve"> </w:t>
      </w:r>
      <w:r w:rsidR="00E950D8">
        <w:rPr>
          <w:lang w:eastAsia="cs-CZ"/>
        </w:rPr>
        <w:t>5</w:t>
      </w:r>
      <w:r w:rsidR="00E85D44" w:rsidRPr="009E5E77">
        <w:rPr>
          <w:lang w:eastAsia="cs-CZ"/>
        </w:rPr>
        <w:t xml:space="preserve"> </w:t>
      </w:r>
      <w:r w:rsidR="00E950D8">
        <w:rPr>
          <w:lang w:eastAsia="cs-CZ"/>
        </w:rPr>
        <w:t>let</w:t>
      </w:r>
      <w:r w:rsidR="00E85D44" w:rsidRPr="009E5E77">
        <w:rPr>
          <w:lang w:eastAsia="cs-CZ"/>
        </w:rPr>
        <w:t xml:space="preserve"> před zahájením </w:t>
      </w:r>
      <w:r w:rsidR="00A63D48" w:rsidRPr="009E5E77">
        <w:rPr>
          <w:lang w:eastAsia="cs-CZ"/>
        </w:rPr>
        <w:t xml:space="preserve">výběrového </w:t>
      </w:r>
      <w:r w:rsidR="00E85D44" w:rsidRPr="009E5E77">
        <w:rPr>
          <w:lang w:eastAsia="cs-CZ"/>
        </w:rPr>
        <w:t xml:space="preserve">řízení poskytoval alespoň </w:t>
      </w:r>
      <w:r w:rsidR="009E5E77" w:rsidRPr="009E5E77">
        <w:rPr>
          <w:lang w:eastAsia="cs-CZ"/>
        </w:rPr>
        <w:t>1</w:t>
      </w:r>
      <w:r w:rsidR="00E85D44" w:rsidRPr="009E5E77">
        <w:rPr>
          <w:lang w:eastAsia="cs-CZ"/>
        </w:rPr>
        <w:t xml:space="preserve"> významn</w:t>
      </w:r>
      <w:r w:rsidR="009E5E77" w:rsidRPr="009E5E77">
        <w:rPr>
          <w:lang w:eastAsia="cs-CZ"/>
        </w:rPr>
        <w:t>ou</w:t>
      </w:r>
      <w:r w:rsidR="00E85D44" w:rsidRPr="009E5E77">
        <w:rPr>
          <w:lang w:eastAsia="cs-CZ"/>
        </w:rPr>
        <w:t xml:space="preserve"> </w:t>
      </w:r>
      <w:r w:rsidR="009E5E77" w:rsidRPr="009E5E77">
        <w:rPr>
          <w:lang w:eastAsia="cs-CZ"/>
        </w:rPr>
        <w:t xml:space="preserve">službu </w:t>
      </w:r>
      <w:r w:rsidR="00E85D44" w:rsidRPr="009E5E77">
        <w:rPr>
          <w:lang w:eastAsia="cs-CZ"/>
        </w:rPr>
        <w:t>definovan</w:t>
      </w:r>
      <w:r w:rsidR="009E5E77" w:rsidRPr="009E5E77">
        <w:rPr>
          <w:lang w:eastAsia="cs-CZ"/>
        </w:rPr>
        <w:t>ou</w:t>
      </w:r>
      <w:r w:rsidR="00E85D44" w:rsidRPr="009E5E77">
        <w:rPr>
          <w:lang w:eastAsia="cs-CZ"/>
        </w:rPr>
        <w:t xml:space="preserve"> v čl. </w:t>
      </w:r>
      <w:r w:rsidR="009E5E77" w:rsidRPr="009E5E77">
        <w:rPr>
          <w:lang w:eastAsia="cs-CZ"/>
        </w:rPr>
        <w:t>8.5.1.</w:t>
      </w:r>
      <w:r w:rsidR="00E85D44" w:rsidRPr="009E5E77">
        <w:rPr>
          <w:lang w:eastAsia="cs-CZ"/>
        </w:rPr>
        <w:t xml:space="preserve"> </w:t>
      </w:r>
      <w:r w:rsidR="00B87D91" w:rsidRPr="009E5E77">
        <w:rPr>
          <w:lang w:eastAsia="cs-CZ"/>
        </w:rPr>
        <w:t>V</w:t>
      </w:r>
      <w:r w:rsidR="00E85D44" w:rsidRPr="009E5E77">
        <w:rPr>
          <w:lang w:eastAsia="cs-CZ"/>
        </w:rPr>
        <w:t>ýzvy k podání nabídky v</w:t>
      </w:r>
      <w:r w:rsidR="009E5E77" w:rsidRPr="009E5E77">
        <w:rPr>
          <w:lang w:eastAsia="cs-CZ"/>
        </w:rPr>
        <w:t> </w:t>
      </w:r>
      <w:r w:rsidR="00E85D44" w:rsidRPr="009E5E77">
        <w:rPr>
          <w:lang w:eastAsia="cs-CZ"/>
        </w:rPr>
        <w:t>celkové</w:t>
      </w:r>
      <w:r w:rsidR="009E5E77" w:rsidRPr="009E5E77">
        <w:rPr>
          <w:lang w:eastAsia="cs-CZ"/>
        </w:rPr>
        <w:t xml:space="preserve"> minimální</w:t>
      </w:r>
      <w:r w:rsidR="00E85D44">
        <w:rPr>
          <w:lang w:eastAsia="cs-CZ"/>
        </w:rPr>
        <w:t xml:space="preserve"> hodnotě </w:t>
      </w:r>
      <w:proofErr w:type="gramStart"/>
      <w:r w:rsidR="009E5E77">
        <w:rPr>
          <w:lang w:eastAsia="cs-CZ"/>
        </w:rPr>
        <w:t>4.000.000</w:t>
      </w:r>
      <w:r w:rsidR="00E950D8">
        <w:rPr>
          <w:lang w:eastAsia="cs-CZ"/>
        </w:rPr>
        <w:t>,-</w:t>
      </w:r>
      <w:proofErr w:type="gramEnd"/>
      <w:r w:rsidR="00E85D44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E950D8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E950D8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1C94482B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E950D8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9E5E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9E5E77" w:rsidRDefault="00F44645" w:rsidP="00F44645">
      <w:pPr>
        <w:pStyle w:val="Nadpis2"/>
      </w:pPr>
      <w:bookmarkStart w:id="7" w:name="_Toc58876012"/>
      <w:bookmarkStart w:id="8" w:name="_Toc209015256"/>
      <w:r w:rsidRPr="009E5E77">
        <w:t>Seznam osob</w:t>
      </w:r>
      <w:bookmarkEnd w:id="7"/>
      <w:bookmarkEnd w:id="8"/>
    </w:p>
    <w:p w14:paraId="25AA11C4" w14:textId="7A7181F8" w:rsidR="00F44645" w:rsidRPr="009E5E77" w:rsidRDefault="006E73DC" w:rsidP="00471B29">
      <w:pPr>
        <w:rPr>
          <w:lang w:eastAsia="cs-CZ"/>
        </w:rPr>
      </w:pPr>
      <w:r w:rsidRPr="009E5E77">
        <w:rPr>
          <w:lang w:eastAsia="cs-CZ"/>
        </w:rPr>
        <w:t>Účastník</w:t>
      </w:r>
      <w:r w:rsidR="00F44645" w:rsidRPr="009E5E77">
        <w:rPr>
          <w:lang w:eastAsia="cs-CZ"/>
        </w:rPr>
        <w:t>, který podává tuto nabídku,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5"/>
        <w:gridCol w:w="4347"/>
      </w:tblGrid>
      <w:tr w:rsidR="00F44645" w:rsidRPr="009E5E77" w14:paraId="23E1AAD0" w14:textId="77777777" w:rsidTr="009E5E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5" w:type="dxa"/>
            <w:shd w:val="clear" w:color="auto" w:fill="auto"/>
          </w:tcPr>
          <w:p w14:paraId="083B475F" w14:textId="77777777" w:rsidR="00F44645" w:rsidRPr="009E5E77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9E5E77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7" w:type="dxa"/>
            <w:shd w:val="clear" w:color="auto" w:fill="auto"/>
          </w:tcPr>
          <w:p w14:paraId="652DAA0D" w14:textId="77777777" w:rsidR="00F44645" w:rsidRPr="009E5E77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9E5E77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9E5E77" w14:paraId="5D07A0DB" w14:textId="77777777" w:rsidTr="009E5E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5" w:type="dxa"/>
          </w:tcPr>
          <w:p w14:paraId="2362AB3B" w14:textId="299F9250" w:rsidR="00F44645" w:rsidRPr="009E5E77" w:rsidRDefault="009E5E77" w:rsidP="00A327CB">
            <w:pPr>
              <w:rPr>
                <w:rFonts w:eastAsia="Times New Roman" w:cs="Times New Roman"/>
                <w:lang w:eastAsia="cs-CZ"/>
              </w:rPr>
            </w:pPr>
            <w:r w:rsidRPr="009E5E77">
              <w:rPr>
                <w:rStyle w:val="Siln"/>
              </w:rPr>
              <w:t>Oracle OCI Architekt</w:t>
            </w:r>
          </w:p>
        </w:tc>
        <w:tc>
          <w:tcPr>
            <w:tcW w:w="4347" w:type="dxa"/>
          </w:tcPr>
          <w:p w14:paraId="1B4FBCB8" w14:textId="77777777" w:rsidR="00F44645" w:rsidRPr="009E5E77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9E5E77" w14:paraId="030DEE8B" w14:textId="77777777" w:rsidTr="009E5E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5" w:type="dxa"/>
          </w:tcPr>
          <w:p w14:paraId="08B2CC60" w14:textId="6A8A6FA3" w:rsidR="00F44645" w:rsidRPr="009E5E77" w:rsidRDefault="009E5E77" w:rsidP="00A327CB">
            <w:pPr>
              <w:rPr>
                <w:rFonts w:eastAsia="Times New Roman" w:cs="Times New Roman"/>
                <w:lang w:eastAsia="cs-CZ"/>
              </w:rPr>
            </w:pPr>
            <w:r w:rsidRPr="009E5E77">
              <w:rPr>
                <w:rStyle w:val="Siln"/>
              </w:rPr>
              <w:t>Oracle Enterprise DB Architekt</w:t>
            </w:r>
          </w:p>
        </w:tc>
        <w:tc>
          <w:tcPr>
            <w:tcW w:w="4347" w:type="dxa"/>
          </w:tcPr>
          <w:p w14:paraId="4E57380B" w14:textId="77777777" w:rsidR="00F44645" w:rsidRPr="009E5E77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9E5E77" w14:paraId="0AC6A739" w14:textId="77777777" w:rsidTr="009E5E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5" w:type="dxa"/>
          </w:tcPr>
          <w:p w14:paraId="4884F73A" w14:textId="4D77404A" w:rsidR="00F44645" w:rsidRPr="009E5E77" w:rsidRDefault="009E5E77" w:rsidP="00A327CB">
            <w:pPr>
              <w:rPr>
                <w:rFonts w:eastAsia="Times New Roman" w:cs="Times New Roman"/>
                <w:lang w:eastAsia="cs-CZ"/>
              </w:rPr>
            </w:pPr>
            <w:r w:rsidRPr="009E5E77">
              <w:rPr>
                <w:rStyle w:val="Siln"/>
              </w:rPr>
              <w:t>Oracle Enterprise DB konzultant</w:t>
            </w:r>
          </w:p>
        </w:tc>
        <w:tc>
          <w:tcPr>
            <w:tcW w:w="4347" w:type="dxa"/>
          </w:tcPr>
          <w:p w14:paraId="300D56C6" w14:textId="77777777" w:rsidR="00F44645" w:rsidRPr="009E5E77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9E5E77" w14:paraId="274AC354" w14:textId="77777777" w:rsidTr="009E5E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9E5E77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9E5E77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9E5E77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9E5E77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:rsidRPr="009E5E77" w14:paraId="4057DA1D" w14:textId="77777777" w:rsidTr="009E5E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9E5E77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9E5E77" w:rsidRDefault="00F44645" w:rsidP="00471B29">
      <w:pPr>
        <w:rPr>
          <w:lang w:eastAsia="cs-CZ"/>
        </w:rPr>
      </w:pPr>
      <w:r w:rsidRPr="009E5E77">
        <w:rPr>
          <w:lang w:eastAsia="cs-CZ"/>
        </w:rPr>
        <w:t>Přílohy:</w:t>
      </w:r>
    </w:p>
    <w:p w14:paraId="23E77F5D" w14:textId="0B587076" w:rsidR="00F44645" w:rsidRPr="009E5E77" w:rsidRDefault="00F44645" w:rsidP="00471B29">
      <w:pPr>
        <w:rPr>
          <w:lang w:eastAsia="cs-CZ"/>
        </w:rPr>
      </w:pPr>
      <w:r w:rsidRPr="009E5E77">
        <w:rPr>
          <w:lang w:eastAsia="cs-CZ"/>
        </w:rPr>
        <w:t>Životopis Název funkce</w:t>
      </w:r>
    </w:p>
    <w:p w14:paraId="6A00F7AE" w14:textId="48E0FD23" w:rsidR="00E666DF" w:rsidRDefault="009E5E77" w:rsidP="0027438E">
      <w:pPr>
        <w:rPr>
          <w:lang w:eastAsia="cs-CZ"/>
        </w:rPr>
      </w:pPr>
      <w:r>
        <w:rPr>
          <w:lang w:eastAsia="cs-CZ"/>
        </w:rPr>
        <w:t>Certifikace dle čl. 8.5.4. Výzvy k podání nabídky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A7950" w14:textId="241071DE" w:rsidR="009E5E77" w:rsidRDefault="009E5E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5626F" w14:textId="43E42FF4" w:rsidR="009E5E77" w:rsidRDefault="009E5E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406027D0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0BC28475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1492E"/>
    <w:rsid w:val="00130210"/>
    <w:rsid w:val="001550BC"/>
    <w:rsid w:val="001605B9"/>
    <w:rsid w:val="00170EC5"/>
    <w:rsid w:val="00171BF4"/>
    <w:rsid w:val="001747C1"/>
    <w:rsid w:val="00181FE2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37CF"/>
    <w:rsid w:val="00575E5A"/>
    <w:rsid w:val="005930C5"/>
    <w:rsid w:val="005B219F"/>
    <w:rsid w:val="005D2E61"/>
    <w:rsid w:val="005D7E39"/>
    <w:rsid w:val="005F1404"/>
    <w:rsid w:val="005F313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B3F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5E77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1A14"/>
    <w:rsid w:val="00CF53B5"/>
    <w:rsid w:val="00D21061"/>
    <w:rsid w:val="00D247B3"/>
    <w:rsid w:val="00D4108E"/>
    <w:rsid w:val="00D55298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4B2D"/>
    <w:rsid w:val="00E6656A"/>
    <w:rsid w:val="00E666DF"/>
    <w:rsid w:val="00E85D44"/>
    <w:rsid w:val="00E950D8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,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10</Pages>
  <Words>1350</Words>
  <Characters>7965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41</cp:revision>
  <cp:lastPrinted>2023-10-05T09:40:00Z</cp:lastPrinted>
  <dcterms:created xsi:type="dcterms:W3CDTF">2023-08-21T11:49:00Z</dcterms:created>
  <dcterms:modified xsi:type="dcterms:W3CDTF">2025-09-17T13:27:00Z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